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40747" w14:textId="53669E43" w:rsidR="008201DE" w:rsidRDefault="008201DE" w:rsidP="0050405B">
      <w:pPr>
        <w:spacing w:after="0" w:line="240" w:lineRule="auto"/>
        <w:rPr>
          <w:rFonts w:asciiTheme="minorHAnsi" w:hAnsiTheme="minorHAnsi"/>
          <w:sz w:val="24"/>
          <w:szCs w:val="24"/>
          <w:lang w:eastAsia="it-IT"/>
        </w:rPr>
      </w:pPr>
    </w:p>
    <w:p w14:paraId="1DE4BF74" w14:textId="77777777" w:rsidR="0050405B" w:rsidRDefault="0050405B" w:rsidP="0050405B">
      <w:pPr>
        <w:spacing w:after="0" w:line="240" w:lineRule="auto"/>
        <w:rPr>
          <w:rFonts w:asciiTheme="minorHAnsi" w:hAnsiTheme="minorHAnsi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0405B" w:rsidRPr="005D6AD7" w14:paraId="72B571F8" w14:textId="77777777" w:rsidTr="00C166CF">
        <w:trPr>
          <w:trHeight w:val="2571"/>
        </w:trPr>
        <w:tc>
          <w:tcPr>
            <w:tcW w:w="9629" w:type="dxa"/>
          </w:tcPr>
          <w:p w14:paraId="45D81E83" w14:textId="03BD0078" w:rsidR="0050405B" w:rsidRPr="001A5567" w:rsidRDefault="0050405B" w:rsidP="004804AF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1A5567">
              <w:rPr>
                <w:b/>
                <w:bCs/>
                <w:color w:val="010202"/>
                <w:sz w:val="32"/>
                <w:szCs w:val="32"/>
              </w:rPr>
              <w:t>MOD</w:t>
            </w:r>
            <w:r w:rsidR="00BC337F">
              <w:rPr>
                <w:b/>
                <w:bCs/>
                <w:color w:val="010202"/>
                <w:sz w:val="32"/>
                <w:szCs w:val="32"/>
              </w:rPr>
              <w:t>EL</w:t>
            </w:r>
            <w:r w:rsidRPr="001A5567">
              <w:rPr>
                <w:b/>
                <w:bCs/>
                <w:color w:val="010202"/>
                <w:sz w:val="32"/>
                <w:szCs w:val="32"/>
              </w:rPr>
              <w:t>LO ISCRIZIONE</w:t>
            </w:r>
          </w:p>
          <w:p w14:paraId="3CF6B8AE" w14:textId="5CEAD2F2" w:rsidR="0050405B" w:rsidRDefault="001A5567" w:rsidP="004804AF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1A5567">
              <w:rPr>
                <w:rFonts w:asciiTheme="minorHAnsi" w:hAnsiTheme="minorHAnsi"/>
                <w:b/>
                <w:sz w:val="32"/>
                <w:szCs w:val="32"/>
              </w:rPr>
              <w:t xml:space="preserve">CORSO </w:t>
            </w:r>
            <w:r w:rsidR="0050405B" w:rsidRPr="001A5567">
              <w:rPr>
                <w:rFonts w:asciiTheme="minorHAnsi" w:hAnsiTheme="minorHAnsi"/>
                <w:b/>
                <w:sz w:val="32"/>
                <w:szCs w:val="32"/>
              </w:rPr>
              <w:t>ALLIEVI CRONOMETRISTI</w:t>
            </w:r>
            <w:r w:rsidRPr="001A5567">
              <w:rPr>
                <w:rFonts w:asciiTheme="minorHAnsi" w:hAnsiTheme="minorHAnsi"/>
                <w:b/>
                <w:sz w:val="32"/>
                <w:szCs w:val="32"/>
              </w:rPr>
              <w:t xml:space="preserve"> FICr</w:t>
            </w:r>
          </w:p>
          <w:p w14:paraId="37AB7E88" w14:textId="6A093601" w:rsidR="002D2923" w:rsidRDefault="002D2923" w:rsidP="004804AF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553BA8">
              <w:rPr>
                <w:rFonts w:asciiTheme="minorHAnsi" w:hAnsiTheme="minorHAnsi"/>
                <w:b/>
                <w:sz w:val="32"/>
                <w:szCs w:val="32"/>
                <w:u w:val="single"/>
              </w:rPr>
              <w:t xml:space="preserve">Da inviare entro </w:t>
            </w:r>
            <w:r w:rsidR="007B4B6C">
              <w:rPr>
                <w:rFonts w:asciiTheme="minorHAnsi" w:hAnsiTheme="minorHAnsi"/>
                <w:b/>
                <w:sz w:val="32"/>
                <w:szCs w:val="32"/>
                <w:u w:val="single"/>
              </w:rPr>
              <w:t>il 12</w:t>
            </w:r>
            <w:r w:rsidRPr="00553BA8">
              <w:rPr>
                <w:rFonts w:asciiTheme="minorHAnsi" w:hAnsiTheme="minorHAnsi"/>
                <w:b/>
                <w:sz w:val="32"/>
                <w:szCs w:val="32"/>
                <w:u w:val="single"/>
              </w:rPr>
              <w:t xml:space="preserve"> FEBBRAIO 2022 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>a :</w:t>
            </w:r>
          </w:p>
          <w:p w14:paraId="6195BC5E" w14:textId="3C1BF26A" w:rsidR="002D2923" w:rsidRPr="004804AF" w:rsidRDefault="00BC337F" w:rsidP="004804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hyperlink r:id="rId11" w:history="1">
              <w:r w:rsidR="002D2923" w:rsidRPr="004804AF">
                <w:rPr>
                  <w:rStyle w:val="Collegamentoipertestuale"/>
                  <w:sz w:val="24"/>
                  <w:szCs w:val="24"/>
                </w:rPr>
                <w:t>cr.marche@ficr.it</w:t>
              </w:r>
            </w:hyperlink>
            <w:hyperlink>
              <w:r w:rsidR="002D2923" w:rsidRPr="004804AF">
                <w:rPr>
                  <w:rStyle w:val="CollegamentoInternet"/>
                  <w:sz w:val="24"/>
                  <w:szCs w:val="24"/>
                </w:rPr>
                <w:t xml:space="preserve">  </w:t>
              </w:r>
            </w:hyperlink>
          </w:p>
          <w:p w14:paraId="0E01B625" w14:textId="172FA7B3" w:rsidR="002D2923" w:rsidRPr="005D6AD7" w:rsidRDefault="002D2923" w:rsidP="004804A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4804AF">
              <w:rPr>
                <w:rStyle w:val="CollegamentoInternet"/>
                <w:sz w:val="24"/>
                <w:szCs w:val="24"/>
              </w:rPr>
              <w:t>stefano.bompadre@ficr.it</w:t>
            </w:r>
          </w:p>
        </w:tc>
      </w:tr>
      <w:tr w:rsidR="0050405B" w:rsidRPr="005D6AD7" w14:paraId="6F050CAF" w14:textId="77777777" w:rsidTr="000D54DB">
        <w:tc>
          <w:tcPr>
            <w:tcW w:w="9629" w:type="dxa"/>
          </w:tcPr>
          <w:p w14:paraId="492BA53B" w14:textId="77777777" w:rsidR="00C166CF" w:rsidRDefault="0050405B" w:rsidP="003C2B3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0DC54F8E" w14:textId="2EB6DFA4" w:rsidR="0050405B" w:rsidRPr="006D2AC4" w:rsidRDefault="0050405B" w:rsidP="003C2B32">
            <w:pPr>
              <w:rPr>
                <w:szCs w:val="24"/>
              </w:rPr>
            </w:pPr>
            <w:r w:rsidRPr="006D2AC4">
              <w:rPr>
                <w:szCs w:val="24"/>
              </w:rPr>
              <w:t>Il/</w:t>
            </w:r>
            <w:r w:rsidR="004E3AB4" w:rsidRPr="006D2AC4">
              <w:rPr>
                <w:szCs w:val="24"/>
              </w:rPr>
              <w:t>la sottoscritto</w:t>
            </w:r>
            <w:r w:rsidRPr="006D2AC4">
              <w:rPr>
                <w:szCs w:val="24"/>
              </w:rPr>
              <w:t>/a ………………………………………………</w:t>
            </w:r>
            <w:r>
              <w:rPr>
                <w:szCs w:val="24"/>
              </w:rPr>
              <w:t>…………………………………</w:t>
            </w:r>
            <w:r w:rsidR="000D54DB">
              <w:rPr>
                <w:szCs w:val="24"/>
              </w:rPr>
              <w:t>………</w:t>
            </w:r>
            <w:r w:rsidR="00E5462C">
              <w:rPr>
                <w:szCs w:val="24"/>
              </w:rPr>
              <w:t xml:space="preserve"> nato il </w:t>
            </w:r>
            <w:r w:rsidR="000D54DB">
              <w:rPr>
                <w:szCs w:val="24"/>
              </w:rPr>
              <w:t>…………………………..</w:t>
            </w:r>
          </w:p>
          <w:p w14:paraId="6DDECDDF" w14:textId="45422561" w:rsidR="0050405B" w:rsidRDefault="0050405B" w:rsidP="003C2B32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</w:t>
            </w:r>
            <w:r w:rsidR="00E246F1">
              <w:rPr>
                <w:szCs w:val="24"/>
              </w:rPr>
              <w:t>…………………..</w:t>
            </w:r>
            <w:r w:rsidRPr="006D2AC4">
              <w:rPr>
                <w:szCs w:val="24"/>
              </w:rPr>
              <w:t>Classe……</w:t>
            </w:r>
            <w:r w:rsidR="00E246F1">
              <w:rPr>
                <w:szCs w:val="24"/>
              </w:rPr>
              <w:t>…..</w:t>
            </w:r>
            <w:r w:rsidRPr="006D2AC4">
              <w:rPr>
                <w:szCs w:val="24"/>
              </w:rPr>
              <w:t>……</w:t>
            </w:r>
          </w:p>
          <w:p w14:paraId="178CC9C4" w14:textId="2FA97876" w:rsidR="0050405B" w:rsidRPr="006D2AC4" w:rsidRDefault="0050405B" w:rsidP="003C2B32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</w:t>
            </w:r>
            <w:r w:rsidR="000D54DB">
              <w:rPr>
                <w:szCs w:val="24"/>
              </w:rPr>
              <w:t>________________</w:t>
            </w:r>
            <w:r>
              <w:rPr>
                <w:szCs w:val="24"/>
              </w:rPr>
              <w:t>@____________________________</w:t>
            </w:r>
          </w:p>
          <w:p w14:paraId="0F253175" w14:textId="77777777" w:rsidR="0050405B" w:rsidRPr="006D2AC4" w:rsidRDefault="0050405B" w:rsidP="003C2B32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375C67C0" w14:textId="422A3B75" w:rsidR="0050405B" w:rsidRPr="00730E4D" w:rsidRDefault="000D54DB" w:rsidP="00C166CF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  <w:r w:rsidR="0050405B" w:rsidRPr="006D2AC4">
              <w:rPr>
                <w:szCs w:val="24"/>
              </w:rPr>
              <w:t>i essere iscritto al Corso di formazione “</w:t>
            </w:r>
            <w:r>
              <w:rPr>
                <w:szCs w:val="24"/>
              </w:rPr>
              <w:t>Allievi Cronometristi FICr</w:t>
            </w:r>
            <w:r w:rsidR="0050405B" w:rsidRPr="006D2AC4">
              <w:rPr>
                <w:szCs w:val="24"/>
              </w:rPr>
              <w:t>”</w:t>
            </w:r>
            <w:r w:rsidR="0050405B">
              <w:rPr>
                <w:szCs w:val="24"/>
              </w:rPr>
              <w:t xml:space="preserve"> che si terrà </w:t>
            </w:r>
            <w:r>
              <w:rPr>
                <w:szCs w:val="24"/>
              </w:rPr>
              <w:t xml:space="preserve">su piattaforma Moodle </w:t>
            </w:r>
            <w:r w:rsidR="0050405B">
              <w:rPr>
                <w:szCs w:val="24"/>
              </w:rPr>
              <w:t>a partire dal mese</w:t>
            </w:r>
            <w:r w:rsidR="00C166CF">
              <w:rPr>
                <w:szCs w:val="24"/>
              </w:rPr>
              <w:t xml:space="preserve"> FEBBRAIO - MARZO</w:t>
            </w:r>
          </w:p>
        </w:tc>
      </w:tr>
      <w:tr w:rsidR="0050405B" w:rsidRPr="005D6AD7" w14:paraId="27391717" w14:textId="77777777" w:rsidTr="008201DE">
        <w:trPr>
          <w:trHeight w:val="3422"/>
        </w:trPr>
        <w:tc>
          <w:tcPr>
            <w:tcW w:w="9629" w:type="dxa"/>
          </w:tcPr>
          <w:p w14:paraId="35D64226" w14:textId="4474900C" w:rsidR="00C166CF" w:rsidRPr="0022430A" w:rsidRDefault="0050405B" w:rsidP="00564556">
            <w:pPr>
              <w:jc w:val="both"/>
              <w:rPr>
                <w:sz w:val="18"/>
                <w:szCs w:val="18"/>
              </w:rPr>
            </w:pPr>
            <w:r>
              <w:rPr>
                <w:szCs w:val="24"/>
              </w:rPr>
              <w:t xml:space="preserve"> </w:t>
            </w:r>
            <w:r w:rsidR="00C66F73" w:rsidRPr="0022430A">
              <w:rPr>
                <w:sz w:val="18"/>
                <w:szCs w:val="18"/>
              </w:rPr>
              <w:t>Autorizzo il trattamento dei miei dati personali ai sensi ai sensi del Decreto Legislativo 101/2018 e dell’art. 13 GDPR (Regolamento UE 2016/679) ai fini della iscrizione e dello svolgimento del Corso Allievi Cronometristi FICr</w:t>
            </w:r>
            <w:r w:rsidR="00CB7977" w:rsidRPr="0022430A">
              <w:rPr>
                <w:sz w:val="18"/>
                <w:szCs w:val="18"/>
              </w:rPr>
              <w:t xml:space="preserve"> da parte</w:t>
            </w:r>
            <w:r w:rsidR="00CA3F28" w:rsidRPr="0022430A">
              <w:rPr>
                <w:sz w:val="18"/>
                <w:szCs w:val="18"/>
              </w:rPr>
              <w:t xml:space="preserve"> </w:t>
            </w:r>
            <w:r w:rsidR="00CA3F28" w:rsidRPr="0022430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FIRc Comitato regionale Marche.</w:t>
            </w:r>
            <w:r w:rsidR="00CA3F28" w:rsidRPr="0022430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B7977" w:rsidRPr="0022430A">
              <w:rPr>
                <w:sz w:val="18"/>
                <w:szCs w:val="18"/>
              </w:rPr>
              <w:t xml:space="preserve"> </w:t>
            </w:r>
            <w:r w:rsidR="002D2923" w:rsidRPr="0022430A">
              <w:rPr>
                <w:sz w:val="18"/>
                <w:szCs w:val="18"/>
              </w:rPr>
              <w:t>Il partecipante</w:t>
            </w:r>
            <w:r w:rsidR="00C166CF" w:rsidRPr="0022430A">
              <w:rPr>
                <w:sz w:val="18"/>
                <w:szCs w:val="18"/>
              </w:rPr>
              <w:t xml:space="preserve"> </w:t>
            </w:r>
            <w:r w:rsidR="00CA3F28" w:rsidRPr="0022430A">
              <w:rPr>
                <w:sz w:val="18"/>
                <w:szCs w:val="18"/>
              </w:rPr>
              <w:t>e/</w:t>
            </w:r>
            <w:r w:rsidR="00C166CF" w:rsidRPr="0022430A">
              <w:rPr>
                <w:sz w:val="18"/>
                <w:szCs w:val="18"/>
              </w:rPr>
              <w:t>o il genitore</w:t>
            </w:r>
            <w:r w:rsidR="00CA3F28" w:rsidRPr="0022430A">
              <w:rPr>
                <w:sz w:val="18"/>
                <w:szCs w:val="18"/>
              </w:rPr>
              <w:t xml:space="preserve"> </w:t>
            </w:r>
            <w:r w:rsidR="002D2923" w:rsidRPr="0022430A">
              <w:rPr>
                <w:sz w:val="18"/>
                <w:szCs w:val="18"/>
              </w:rPr>
              <w:t xml:space="preserve"> con la firma di tale modulo manifesta espressamente il suo libero e pieno consenso al Trattamento dei Dati Personali </w:t>
            </w:r>
            <w:r w:rsidR="00C166CF" w:rsidRPr="0022430A">
              <w:rPr>
                <w:sz w:val="18"/>
                <w:szCs w:val="18"/>
              </w:rPr>
              <w:t xml:space="preserve">del partecipante </w:t>
            </w:r>
            <w:r w:rsidR="002D2923" w:rsidRPr="0022430A">
              <w:rPr>
                <w:sz w:val="18"/>
                <w:szCs w:val="18"/>
              </w:rPr>
              <w:t xml:space="preserve">trasmessi esclusivamente per le finalità connesse allo svolgimento dell’evento formativo e per il rilascio dell’attestato di partecipazione. Il trattamento dei dati personali avverrà con modalità informatiche e manuali al fine di garantire la registrazione e partecipazione all’evento organizzato </w:t>
            </w:r>
            <w:r w:rsidR="00C166CF" w:rsidRPr="0022430A">
              <w:rPr>
                <w:sz w:val="18"/>
                <w:szCs w:val="18"/>
              </w:rPr>
              <w:t xml:space="preserve">Federazione Italiana Cronometri Comitato regionale Marche .                                              </w:t>
            </w:r>
          </w:p>
          <w:p w14:paraId="01693A01" w14:textId="60BCB0E9" w:rsidR="00087A3A" w:rsidRDefault="00C166CF" w:rsidP="00C166CF">
            <w:pPr>
              <w:rPr>
                <w:szCs w:val="24"/>
              </w:rPr>
            </w:pPr>
            <w:r>
              <w:rPr>
                <w:szCs w:val="24"/>
              </w:rPr>
              <w:t xml:space="preserve">Luogo e data </w:t>
            </w:r>
            <w:r w:rsidRPr="006D2AC4">
              <w:rPr>
                <w:szCs w:val="24"/>
              </w:rPr>
              <w:t>_________________, __/__/______</w:t>
            </w:r>
          </w:p>
          <w:p w14:paraId="22F7ED86" w14:textId="77777777" w:rsidR="0050405B" w:rsidRDefault="0050405B" w:rsidP="003C2B32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1C5FEDF8" w14:textId="6D022BBC" w:rsidR="0050405B" w:rsidRPr="00730E4D" w:rsidRDefault="0050405B" w:rsidP="008201DE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</w:t>
            </w:r>
          </w:p>
        </w:tc>
      </w:tr>
    </w:tbl>
    <w:p w14:paraId="73E5740D" w14:textId="61BB125F" w:rsidR="0050405B" w:rsidRPr="002D2923" w:rsidRDefault="0050405B" w:rsidP="0050405B">
      <w:pPr>
        <w:spacing w:after="0" w:line="240" w:lineRule="auto"/>
        <w:rPr>
          <w:b/>
          <w:bCs/>
          <w:color w:val="010202"/>
        </w:rPr>
      </w:pPr>
    </w:p>
    <w:sectPr w:rsidR="0050405B" w:rsidRPr="002D2923" w:rsidSect="00AA43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E76A8" w14:textId="77777777" w:rsidR="00225C3E" w:rsidRDefault="00225C3E">
      <w:r>
        <w:separator/>
      </w:r>
    </w:p>
  </w:endnote>
  <w:endnote w:type="continuationSeparator" w:id="0">
    <w:p w14:paraId="0BD411B9" w14:textId="77777777" w:rsidR="00225C3E" w:rsidRDefault="00225C3E">
      <w:r>
        <w:continuationSeparator/>
      </w:r>
    </w:p>
  </w:endnote>
  <w:endnote w:type="continuationNotice" w:id="1">
    <w:p w14:paraId="010C6A56" w14:textId="77777777" w:rsidR="00225C3E" w:rsidRDefault="00225C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4B32A" w14:textId="77777777" w:rsidR="00656F69" w:rsidRDefault="00656F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38A5B" w14:textId="30EB2184" w:rsidR="0067373C" w:rsidRDefault="00656F69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656F69">
      <w:rPr>
        <w:rFonts w:asciiTheme="minorHAnsi" w:hAnsiTheme="minorHAnsi"/>
        <w:iCs/>
        <w:color w:val="auto"/>
        <w:sz w:val="18"/>
        <w:szCs w:val="18"/>
      </w:rPr>
      <w:t>202201171256_</w:t>
    </w:r>
    <w:r w:rsidR="00D07FE5">
      <w:rPr>
        <w:rFonts w:asciiTheme="minorHAnsi" w:hAnsiTheme="minorHAnsi"/>
        <w:iCs/>
        <w:color w:val="auto"/>
        <w:sz w:val="18"/>
        <w:szCs w:val="18"/>
      </w:rPr>
      <w:t>Modello</w:t>
    </w:r>
    <w:r w:rsidRPr="00656F69">
      <w:rPr>
        <w:rFonts w:asciiTheme="minorHAnsi" w:hAnsiTheme="minorHAnsi"/>
        <w:iCs/>
        <w:color w:val="auto"/>
        <w:sz w:val="18"/>
        <w:szCs w:val="18"/>
      </w:rPr>
      <w:t>_Iscrizione_Corso_Cronometri</w:t>
    </w:r>
    <w:r w:rsidR="00D07FE5">
      <w:rPr>
        <w:rFonts w:asciiTheme="minorHAnsi" w:hAnsiTheme="minorHAnsi"/>
        <w:iCs/>
        <w:color w:val="auto"/>
        <w:sz w:val="18"/>
        <w:szCs w:val="18"/>
      </w:rPr>
      <w:t>sti</w:t>
    </w:r>
    <w:r w:rsidRPr="00656F69">
      <w:rPr>
        <w:rFonts w:asciiTheme="minorHAnsi" w:hAnsiTheme="minorHAnsi"/>
        <w:iCs/>
        <w:color w:val="auto"/>
        <w:sz w:val="18"/>
        <w:szCs w:val="18"/>
      </w:rPr>
      <w:t xml:space="preserve"> FICr</w:t>
    </w:r>
  </w:p>
  <w:p w14:paraId="1F1F899F" w14:textId="0B28B724" w:rsidR="00CF01A2" w:rsidRDefault="0063515F" w:rsidP="0067373C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3406A1CB" w14:textId="028C6164" w:rsidR="00B673F9" w:rsidRPr="0063515F" w:rsidRDefault="00986694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986694">
      <w:rPr>
        <w:rFonts w:asciiTheme="minorHAnsi" w:hAnsiTheme="minorHAnsi"/>
        <w:iCs/>
        <w:color w:val="auto"/>
        <w:sz w:val="18"/>
        <w:szCs w:val="18"/>
      </w:rPr>
      <w:t>I Docenti Referenti Territoriali EFS Ambiti III‐IV‐V‐VI</w:t>
    </w:r>
  </w:p>
  <w:p w14:paraId="17EF53F5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5374A483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3CD80C82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764A5AD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7B34BE80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17D40D8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4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94794" w14:textId="77777777" w:rsidR="00656F69" w:rsidRDefault="00656F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6FA11" w14:textId="77777777" w:rsidR="00225C3E" w:rsidRDefault="00225C3E">
      <w:r>
        <w:separator/>
      </w:r>
    </w:p>
  </w:footnote>
  <w:footnote w:type="continuationSeparator" w:id="0">
    <w:p w14:paraId="0E0ED077" w14:textId="77777777" w:rsidR="00225C3E" w:rsidRDefault="00225C3E">
      <w:r>
        <w:continuationSeparator/>
      </w:r>
    </w:p>
  </w:footnote>
  <w:footnote w:type="continuationNotice" w:id="1">
    <w:p w14:paraId="27EE1A6D" w14:textId="77777777" w:rsidR="00225C3E" w:rsidRDefault="00225C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F5867" w14:textId="77777777" w:rsidR="00656F69" w:rsidRDefault="00656F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CD22C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07D7D9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4CF06EF5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EDD7FA6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5276EA8E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DED67" w14:textId="77777777" w:rsidR="00656F69" w:rsidRDefault="00656F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0B07BAC"/>
    <w:multiLevelType w:val="hybridMultilevel"/>
    <w:tmpl w:val="51942692"/>
    <w:lvl w:ilvl="0" w:tplc="BFFA5938">
      <w:numFmt w:val="bullet"/>
      <w:lvlText w:val="•"/>
      <w:lvlJc w:val="left"/>
      <w:pPr>
        <w:ind w:left="855" w:hanging="360"/>
      </w:pPr>
      <w:rPr>
        <w:rFonts w:ascii="OpenSymbol" w:eastAsia="Times New Roman" w:hAnsi="OpenSymbol" w:cs="OpenSymbol" w:hint="default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" w15:restartNumberingAfterBreak="0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135CAD"/>
    <w:multiLevelType w:val="hybridMultilevel"/>
    <w:tmpl w:val="58C61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2" w15:restartNumberingAfterBreak="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5" w15:restartNumberingAfterBreak="0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7F3F9A"/>
    <w:multiLevelType w:val="hybridMultilevel"/>
    <w:tmpl w:val="6EAE9B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B1CF2"/>
    <w:multiLevelType w:val="hybridMultilevel"/>
    <w:tmpl w:val="7EE2094A"/>
    <w:lvl w:ilvl="0" w:tplc="BFFA5938">
      <w:numFmt w:val="bullet"/>
      <w:lvlText w:val="•"/>
      <w:lvlJc w:val="left"/>
      <w:pPr>
        <w:ind w:left="855" w:hanging="360"/>
      </w:pPr>
      <w:rPr>
        <w:rFonts w:ascii="OpenSymbol" w:eastAsia="Times New Roman" w:hAnsi="OpenSymbol" w:cs="Open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1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8"/>
  </w:num>
  <w:num w:numId="7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3"/>
  </w:num>
  <w:num w:numId="10">
    <w:abstractNumId w:val="25"/>
  </w:num>
  <w:num w:numId="11">
    <w:abstractNumId w:val="43"/>
  </w:num>
  <w:num w:numId="12">
    <w:abstractNumId w:val="32"/>
  </w:num>
  <w:num w:numId="13">
    <w:abstractNumId w:val="41"/>
  </w:num>
  <w:num w:numId="14">
    <w:abstractNumId w:val="21"/>
  </w:num>
  <w:num w:numId="15">
    <w:abstractNumId w:val="30"/>
  </w:num>
  <w:num w:numId="16">
    <w:abstractNumId w:val="19"/>
  </w:num>
  <w:num w:numId="17">
    <w:abstractNumId w:val="33"/>
  </w:num>
  <w:num w:numId="18">
    <w:abstractNumId w:val="16"/>
  </w:num>
  <w:num w:numId="19">
    <w:abstractNumId w:val="26"/>
  </w:num>
  <w:num w:numId="20">
    <w:abstractNumId w:val="11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"/>
  </w:num>
  <w:num w:numId="31">
    <w:abstractNumId w:val="9"/>
  </w:num>
  <w:num w:numId="32">
    <w:abstractNumId w:val="17"/>
  </w:num>
  <w:num w:numId="33">
    <w:abstractNumId w:val="23"/>
  </w:num>
  <w:num w:numId="34">
    <w:abstractNumId w:val="22"/>
  </w:num>
  <w:num w:numId="35">
    <w:abstractNumId w:val="4"/>
  </w:num>
  <w:num w:numId="36">
    <w:abstractNumId w:val="40"/>
  </w:num>
  <w:num w:numId="37">
    <w:abstractNumId w:val="34"/>
  </w:num>
  <w:num w:numId="38">
    <w:abstractNumId w:val="36"/>
  </w:num>
  <w:num w:numId="39">
    <w:abstractNumId w:val="5"/>
  </w:num>
  <w:num w:numId="40">
    <w:abstractNumId w:val="42"/>
  </w:num>
  <w:num w:numId="41">
    <w:abstractNumId w:val="3"/>
  </w:num>
  <w:num w:numId="42">
    <w:abstractNumId w:val="20"/>
  </w:num>
  <w:num w:numId="43">
    <w:abstractNumId w:val="29"/>
  </w:num>
  <w:num w:numId="44">
    <w:abstractNumId w:val="37"/>
  </w:num>
  <w:num w:numId="45">
    <w:abstractNumId w:val="10"/>
  </w:num>
  <w:num w:numId="46">
    <w:abstractNumId w:val="31"/>
  </w:num>
  <w:num w:numId="47">
    <w:abstractNumId w:val="6"/>
  </w:num>
  <w:num w:numId="48">
    <w:abstractNumId w:val="1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8EC"/>
    <w:rsid w:val="00005EF4"/>
    <w:rsid w:val="00007F5E"/>
    <w:rsid w:val="000131C9"/>
    <w:rsid w:val="0001613F"/>
    <w:rsid w:val="00017AC3"/>
    <w:rsid w:val="00022FB0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3931"/>
    <w:rsid w:val="00045444"/>
    <w:rsid w:val="00051211"/>
    <w:rsid w:val="00054409"/>
    <w:rsid w:val="00056052"/>
    <w:rsid w:val="000576AD"/>
    <w:rsid w:val="0006537A"/>
    <w:rsid w:val="00066B9F"/>
    <w:rsid w:val="00067128"/>
    <w:rsid w:val="000679BA"/>
    <w:rsid w:val="00070C6A"/>
    <w:rsid w:val="0007276E"/>
    <w:rsid w:val="00075251"/>
    <w:rsid w:val="00080D1A"/>
    <w:rsid w:val="0008146E"/>
    <w:rsid w:val="000819C6"/>
    <w:rsid w:val="00085F2E"/>
    <w:rsid w:val="0008652F"/>
    <w:rsid w:val="0008666C"/>
    <w:rsid w:val="00087A3A"/>
    <w:rsid w:val="00093C3D"/>
    <w:rsid w:val="000948FE"/>
    <w:rsid w:val="000A091B"/>
    <w:rsid w:val="000A4C83"/>
    <w:rsid w:val="000A5D58"/>
    <w:rsid w:val="000A628B"/>
    <w:rsid w:val="000A7FDE"/>
    <w:rsid w:val="000B0534"/>
    <w:rsid w:val="000B168A"/>
    <w:rsid w:val="000B35B7"/>
    <w:rsid w:val="000B3795"/>
    <w:rsid w:val="000B4FA7"/>
    <w:rsid w:val="000B7CB2"/>
    <w:rsid w:val="000C30F2"/>
    <w:rsid w:val="000C5E6A"/>
    <w:rsid w:val="000D029F"/>
    <w:rsid w:val="000D34C8"/>
    <w:rsid w:val="000D3A64"/>
    <w:rsid w:val="000D54DB"/>
    <w:rsid w:val="000D6064"/>
    <w:rsid w:val="000D66B1"/>
    <w:rsid w:val="000D7FF7"/>
    <w:rsid w:val="000E4BEB"/>
    <w:rsid w:val="000E4DA4"/>
    <w:rsid w:val="000E527F"/>
    <w:rsid w:val="000E604A"/>
    <w:rsid w:val="000E7899"/>
    <w:rsid w:val="000F1815"/>
    <w:rsid w:val="000F2B57"/>
    <w:rsid w:val="000F3ED6"/>
    <w:rsid w:val="0010058B"/>
    <w:rsid w:val="0010096A"/>
    <w:rsid w:val="00101075"/>
    <w:rsid w:val="001028E4"/>
    <w:rsid w:val="00102938"/>
    <w:rsid w:val="00102CF0"/>
    <w:rsid w:val="00102F69"/>
    <w:rsid w:val="00111D25"/>
    <w:rsid w:val="00115C54"/>
    <w:rsid w:val="001169C1"/>
    <w:rsid w:val="00117007"/>
    <w:rsid w:val="00121DFA"/>
    <w:rsid w:val="001246DC"/>
    <w:rsid w:val="00130B2E"/>
    <w:rsid w:val="00132220"/>
    <w:rsid w:val="001328E3"/>
    <w:rsid w:val="00136AAF"/>
    <w:rsid w:val="0013742A"/>
    <w:rsid w:val="001378B4"/>
    <w:rsid w:val="00141692"/>
    <w:rsid w:val="001446D9"/>
    <w:rsid w:val="0014471B"/>
    <w:rsid w:val="00146165"/>
    <w:rsid w:val="001533AD"/>
    <w:rsid w:val="00161346"/>
    <w:rsid w:val="001618FB"/>
    <w:rsid w:val="00162A1B"/>
    <w:rsid w:val="00164485"/>
    <w:rsid w:val="00164A91"/>
    <w:rsid w:val="0017002E"/>
    <w:rsid w:val="00170600"/>
    <w:rsid w:val="00173842"/>
    <w:rsid w:val="001745D9"/>
    <w:rsid w:val="0017485C"/>
    <w:rsid w:val="0017552F"/>
    <w:rsid w:val="00176944"/>
    <w:rsid w:val="00181010"/>
    <w:rsid w:val="00182281"/>
    <w:rsid w:val="00182911"/>
    <w:rsid w:val="00182FB1"/>
    <w:rsid w:val="00183AF1"/>
    <w:rsid w:val="00183F8D"/>
    <w:rsid w:val="001847D7"/>
    <w:rsid w:val="00185D0F"/>
    <w:rsid w:val="00191C00"/>
    <w:rsid w:val="00192F0A"/>
    <w:rsid w:val="00195771"/>
    <w:rsid w:val="001A1970"/>
    <w:rsid w:val="001A4B80"/>
    <w:rsid w:val="001A5567"/>
    <w:rsid w:val="001B0A67"/>
    <w:rsid w:val="001B123A"/>
    <w:rsid w:val="001B2557"/>
    <w:rsid w:val="001B2688"/>
    <w:rsid w:val="001B3D0F"/>
    <w:rsid w:val="001B4728"/>
    <w:rsid w:val="001B6682"/>
    <w:rsid w:val="001C0444"/>
    <w:rsid w:val="001C44BF"/>
    <w:rsid w:val="001D1BD1"/>
    <w:rsid w:val="001D1D34"/>
    <w:rsid w:val="001D5B6F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43F3"/>
    <w:rsid w:val="002051CF"/>
    <w:rsid w:val="00207266"/>
    <w:rsid w:val="0020759E"/>
    <w:rsid w:val="002113B2"/>
    <w:rsid w:val="002118C9"/>
    <w:rsid w:val="002120D4"/>
    <w:rsid w:val="00216E23"/>
    <w:rsid w:val="00217F26"/>
    <w:rsid w:val="00220498"/>
    <w:rsid w:val="002206FA"/>
    <w:rsid w:val="00221656"/>
    <w:rsid w:val="00223CD4"/>
    <w:rsid w:val="0022430A"/>
    <w:rsid w:val="00225C3E"/>
    <w:rsid w:val="00230063"/>
    <w:rsid w:val="00236628"/>
    <w:rsid w:val="00241414"/>
    <w:rsid w:val="0024245F"/>
    <w:rsid w:val="00243C32"/>
    <w:rsid w:val="00244AE7"/>
    <w:rsid w:val="00244DFE"/>
    <w:rsid w:val="00245FFB"/>
    <w:rsid w:val="00246041"/>
    <w:rsid w:val="0025445D"/>
    <w:rsid w:val="002560A4"/>
    <w:rsid w:val="0026547B"/>
    <w:rsid w:val="002704D2"/>
    <w:rsid w:val="0027145F"/>
    <w:rsid w:val="00272A8D"/>
    <w:rsid w:val="00272D88"/>
    <w:rsid w:val="00273E56"/>
    <w:rsid w:val="002744B4"/>
    <w:rsid w:val="0027467C"/>
    <w:rsid w:val="002749A4"/>
    <w:rsid w:val="00276CC5"/>
    <w:rsid w:val="00282080"/>
    <w:rsid w:val="00282380"/>
    <w:rsid w:val="00287334"/>
    <w:rsid w:val="00291CAC"/>
    <w:rsid w:val="00291E30"/>
    <w:rsid w:val="00294E2D"/>
    <w:rsid w:val="00295547"/>
    <w:rsid w:val="002957D5"/>
    <w:rsid w:val="00295BA8"/>
    <w:rsid w:val="00297037"/>
    <w:rsid w:val="00297A64"/>
    <w:rsid w:val="002A14B0"/>
    <w:rsid w:val="002A1E52"/>
    <w:rsid w:val="002A2A80"/>
    <w:rsid w:val="002A2B13"/>
    <w:rsid w:val="002A6895"/>
    <w:rsid w:val="002A6BAB"/>
    <w:rsid w:val="002A6F8E"/>
    <w:rsid w:val="002B2A70"/>
    <w:rsid w:val="002B33E4"/>
    <w:rsid w:val="002B7D71"/>
    <w:rsid w:val="002C1106"/>
    <w:rsid w:val="002C3708"/>
    <w:rsid w:val="002C4E61"/>
    <w:rsid w:val="002C5D4B"/>
    <w:rsid w:val="002C73EC"/>
    <w:rsid w:val="002D2923"/>
    <w:rsid w:val="002D47EC"/>
    <w:rsid w:val="002D7554"/>
    <w:rsid w:val="002E259B"/>
    <w:rsid w:val="002E4DB1"/>
    <w:rsid w:val="002E5EC0"/>
    <w:rsid w:val="002E6CB5"/>
    <w:rsid w:val="002F1AB5"/>
    <w:rsid w:val="002F2AB1"/>
    <w:rsid w:val="002F2C6B"/>
    <w:rsid w:val="002F42EE"/>
    <w:rsid w:val="002F433E"/>
    <w:rsid w:val="002F59ED"/>
    <w:rsid w:val="002F5A47"/>
    <w:rsid w:val="002F6895"/>
    <w:rsid w:val="002F7991"/>
    <w:rsid w:val="00300655"/>
    <w:rsid w:val="003017A7"/>
    <w:rsid w:val="00302068"/>
    <w:rsid w:val="00303F33"/>
    <w:rsid w:val="00305E43"/>
    <w:rsid w:val="003101D8"/>
    <w:rsid w:val="003109A1"/>
    <w:rsid w:val="00313235"/>
    <w:rsid w:val="00313346"/>
    <w:rsid w:val="00313A5C"/>
    <w:rsid w:val="00314A37"/>
    <w:rsid w:val="00315355"/>
    <w:rsid w:val="00321C7E"/>
    <w:rsid w:val="003226A0"/>
    <w:rsid w:val="00323BC7"/>
    <w:rsid w:val="00332518"/>
    <w:rsid w:val="003343CD"/>
    <w:rsid w:val="00335F92"/>
    <w:rsid w:val="00337379"/>
    <w:rsid w:val="003407F4"/>
    <w:rsid w:val="003417B5"/>
    <w:rsid w:val="00341F32"/>
    <w:rsid w:val="00344702"/>
    <w:rsid w:val="00346FC7"/>
    <w:rsid w:val="003529B4"/>
    <w:rsid w:val="00353155"/>
    <w:rsid w:val="00356D93"/>
    <w:rsid w:val="003601B3"/>
    <w:rsid w:val="00360779"/>
    <w:rsid w:val="0036248F"/>
    <w:rsid w:val="00363E6C"/>
    <w:rsid w:val="003643F1"/>
    <w:rsid w:val="0036492F"/>
    <w:rsid w:val="00364CD5"/>
    <w:rsid w:val="00366001"/>
    <w:rsid w:val="003678F4"/>
    <w:rsid w:val="00370A37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205D"/>
    <w:rsid w:val="003C7299"/>
    <w:rsid w:val="003D13E1"/>
    <w:rsid w:val="003D1EC8"/>
    <w:rsid w:val="003D2201"/>
    <w:rsid w:val="003D293D"/>
    <w:rsid w:val="003D7F83"/>
    <w:rsid w:val="003E254D"/>
    <w:rsid w:val="003E27F7"/>
    <w:rsid w:val="003E53BB"/>
    <w:rsid w:val="003F153B"/>
    <w:rsid w:val="003F19BC"/>
    <w:rsid w:val="003F6A34"/>
    <w:rsid w:val="003F706A"/>
    <w:rsid w:val="003F79FA"/>
    <w:rsid w:val="003F7F89"/>
    <w:rsid w:val="00401599"/>
    <w:rsid w:val="004029A0"/>
    <w:rsid w:val="00404CA2"/>
    <w:rsid w:val="00407D27"/>
    <w:rsid w:val="004101CB"/>
    <w:rsid w:val="004111B9"/>
    <w:rsid w:val="00411AA5"/>
    <w:rsid w:val="00411ACE"/>
    <w:rsid w:val="00413D9F"/>
    <w:rsid w:val="00417012"/>
    <w:rsid w:val="00417492"/>
    <w:rsid w:val="00417CA1"/>
    <w:rsid w:val="00424600"/>
    <w:rsid w:val="00426271"/>
    <w:rsid w:val="00427C7F"/>
    <w:rsid w:val="00431871"/>
    <w:rsid w:val="00442B03"/>
    <w:rsid w:val="00446B8C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D3"/>
    <w:rsid w:val="004777A6"/>
    <w:rsid w:val="004804AF"/>
    <w:rsid w:val="00482F83"/>
    <w:rsid w:val="0048376B"/>
    <w:rsid w:val="0048583B"/>
    <w:rsid w:val="00486728"/>
    <w:rsid w:val="00487269"/>
    <w:rsid w:val="00487EF7"/>
    <w:rsid w:val="0049049A"/>
    <w:rsid w:val="00490715"/>
    <w:rsid w:val="00491748"/>
    <w:rsid w:val="00494E18"/>
    <w:rsid w:val="004A0B3F"/>
    <w:rsid w:val="004A0C5C"/>
    <w:rsid w:val="004A0FBB"/>
    <w:rsid w:val="004A1C77"/>
    <w:rsid w:val="004A4CDF"/>
    <w:rsid w:val="004A57D6"/>
    <w:rsid w:val="004B12BE"/>
    <w:rsid w:val="004B20CF"/>
    <w:rsid w:val="004B33C7"/>
    <w:rsid w:val="004B5982"/>
    <w:rsid w:val="004B59D2"/>
    <w:rsid w:val="004B6108"/>
    <w:rsid w:val="004B69CB"/>
    <w:rsid w:val="004C1AA1"/>
    <w:rsid w:val="004C5287"/>
    <w:rsid w:val="004C67A9"/>
    <w:rsid w:val="004C7329"/>
    <w:rsid w:val="004D21EB"/>
    <w:rsid w:val="004D4180"/>
    <w:rsid w:val="004E218B"/>
    <w:rsid w:val="004E3AB4"/>
    <w:rsid w:val="004E7817"/>
    <w:rsid w:val="004E7CAC"/>
    <w:rsid w:val="004F007D"/>
    <w:rsid w:val="004F0BF9"/>
    <w:rsid w:val="004F2625"/>
    <w:rsid w:val="004F42AD"/>
    <w:rsid w:val="004F4716"/>
    <w:rsid w:val="004F4B36"/>
    <w:rsid w:val="00500ED4"/>
    <w:rsid w:val="00501E64"/>
    <w:rsid w:val="00503A2C"/>
    <w:rsid w:val="0050405B"/>
    <w:rsid w:val="0050642F"/>
    <w:rsid w:val="00510E4B"/>
    <w:rsid w:val="0051117F"/>
    <w:rsid w:val="00511B5D"/>
    <w:rsid w:val="00511D9B"/>
    <w:rsid w:val="005121E2"/>
    <w:rsid w:val="00514DFE"/>
    <w:rsid w:val="00515096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3BA8"/>
    <w:rsid w:val="00554786"/>
    <w:rsid w:val="00556470"/>
    <w:rsid w:val="0055671E"/>
    <w:rsid w:val="00563BBF"/>
    <w:rsid w:val="00564556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3D0A"/>
    <w:rsid w:val="00593FFE"/>
    <w:rsid w:val="00596404"/>
    <w:rsid w:val="00596506"/>
    <w:rsid w:val="005A42F2"/>
    <w:rsid w:val="005A444A"/>
    <w:rsid w:val="005A553D"/>
    <w:rsid w:val="005B24E1"/>
    <w:rsid w:val="005B3441"/>
    <w:rsid w:val="005B3E76"/>
    <w:rsid w:val="005B5B04"/>
    <w:rsid w:val="005B600B"/>
    <w:rsid w:val="005B753E"/>
    <w:rsid w:val="005C1864"/>
    <w:rsid w:val="005C2198"/>
    <w:rsid w:val="005C7050"/>
    <w:rsid w:val="005C73C9"/>
    <w:rsid w:val="005C7DA4"/>
    <w:rsid w:val="005D0EF5"/>
    <w:rsid w:val="005D3D54"/>
    <w:rsid w:val="005D4013"/>
    <w:rsid w:val="005E6559"/>
    <w:rsid w:val="005E6B46"/>
    <w:rsid w:val="005E71AB"/>
    <w:rsid w:val="005E72F2"/>
    <w:rsid w:val="005E7A63"/>
    <w:rsid w:val="005F024E"/>
    <w:rsid w:val="005F114C"/>
    <w:rsid w:val="005F1648"/>
    <w:rsid w:val="005F3CE0"/>
    <w:rsid w:val="005F467C"/>
    <w:rsid w:val="005F4DDB"/>
    <w:rsid w:val="005F4F9C"/>
    <w:rsid w:val="005F64E8"/>
    <w:rsid w:val="0060149E"/>
    <w:rsid w:val="0060328A"/>
    <w:rsid w:val="00603BD6"/>
    <w:rsid w:val="00604678"/>
    <w:rsid w:val="00606C3F"/>
    <w:rsid w:val="00607412"/>
    <w:rsid w:val="00610A7A"/>
    <w:rsid w:val="006133F0"/>
    <w:rsid w:val="006137BC"/>
    <w:rsid w:val="00615469"/>
    <w:rsid w:val="00620EAC"/>
    <w:rsid w:val="00621857"/>
    <w:rsid w:val="00625FBE"/>
    <w:rsid w:val="006308D7"/>
    <w:rsid w:val="0063156F"/>
    <w:rsid w:val="006333D2"/>
    <w:rsid w:val="00633461"/>
    <w:rsid w:val="00634E49"/>
    <w:rsid w:val="0063515F"/>
    <w:rsid w:val="00636898"/>
    <w:rsid w:val="0063773F"/>
    <w:rsid w:val="00637821"/>
    <w:rsid w:val="006400B1"/>
    <w:rsid w:val="00640464"/>
    <w:rsid w:val="006408A2"/>
    <w:rsid w:val="00640FC1"/>
    <w:rsid w:val="006422ED"/>
    <w:rsid w:val="00645906"/>
    <w:rsid w:val="00654548"/>
    <w:rsid w:val="006561C8"/>
    <w:rsid w:val="00656F69"/>
    <w:rsid w:val="00657F47"/>
    <w:rsid w:val="0066114A"/>
    <w:rsid w:val="006616E7"/>
    <w:rsid w:val="00663732"/>
    <w:rsid w:val="00664788"/>
    <w:rsid w:val="00665AF9"/>
    <w:rsid w:val="006672CD"/>
    <w:rsid w:val="0066778A"/>
    <w:rsid w:val="00670B72"/>
    <w:rsid w:val="006714C5"/>
    <w:rsid w:val="0067306F"/>
    <w:rsid w:val="00673347"/>
    <w:rsid w:val="0067373C"/>
    <w:rsid w:val="00673B08"/>
    <w:rsid w:val="00674914"/>
    <w:rsid w:val="00675E09"/>
    <w:rsid w:val="0067691F"/>
    <w:rsid w:val="00677843"/>
    <w:rsid w:val="00682ACB"/>
    <w:rsid w:val="00685566"/>
    <w:rsid w:val="00685ACF"/>
    <w:rsid w:val="006866E3"/>
    <w:rsid w:val="0069181E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1ABA"/>
    <w:rsid w:val="006C3DC1"/>
    <w:rsid w:val="006C6A54"/>
    <w:rsid w:val="006D0864"/>
    <w:rsid w:val="006D0D59"/>
    <w:rsid w:val="006D1783"/>
    <w:rsid w:val="006D24A4"/>
    <w:rsid w:val="006D3463"/>
    <w:rsid w:val="006D44B5"/>
    <w:rsid w:val="006D48C2"/>
    <w:rsid w:val="006D6809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DAE"/>
    <w:rsid w:val="007013D8"/>
    <w:rsid w:val="00706410"/>
    <w:rsid w:val="00707345"/>
    <w:rsid w:val="00712DAB"/>
    <w:rsid w:val="0071306E"/>
    <w:rsid w:val="00714F1D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E4D"/>
    <w:rsid w:val="00731CEA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56E87"/>
    <w:rsid w:val="00761E18"/>
    <w:rsid w:val="007624D1"/>
    <w:rsid w:val="00762637"/>
    <w:rsid w:val="00765E7F"/>
    <w:rsid w:val="00765F11"/>
    <w:rsid w:val="00770965"/>
    <w:rsid w:val="00774664"/>
    <w:rsid w:val="0078565C"/>
    <w:rsid w:val="00787314"/>
    <w:rsid w:val="007941D5"/>
    <w:rsid w:val="0079486E"/>
    <w:rsid w:val="00794EDF"/>
    <w:rsid w:val="0079714E"/>
    <w:rsid w:val="00797506"/>
    <w:rsid w:val="007A39BA"/>
    <w:rsid w:val="007A5103"/>
    <w:rsid w:val="007A6E4C"/>
    <w:rsid w:val="007A7665"/>
    <w:rsid w:val="007B09D6"/>
    <w:rsid w:val="007B29B3"/>
    <w:rsid w:val="007B44B6"/>
    <w:rsid w:val="007B489C"/>
    <w:rsid w:val="007B4B6C"/>
    <w:rsid w:val="007B7783"/>
    <w:rsid w:val="007C327D"/>
    <w:rsid w:val="007C34C1"/>
    <w:rsid w:val="007C55DB"/>
    <w:rsid w:val="007C634E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7F6607"/>
    <w:rsid w:val="007F779C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01DE"/>
    <w:rsid w:val="008222B3"/>
    <w:rsid w:val="00822A9B"/>
    <w:rsid w:val="008238E4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FBB"/>
    <w:rsid w:val="0083550F"/>
    <w:rsid w:val="00836DDB"/>
    <w:rsid w:val="00841956"/>
    <w:rsid w:val="00844DFB"/>
    <w:rsid w:val="008561D7"/>
    <w:rsid w:val="00856D0E"/>
    <w:rsid w:val="00857EB1"/>
    <w:rsid w:val="0087070D"/>
    <w:rsid w:val="00870AA2"/>
    <w:rsid w:val="00874D22"/>
    <w:rsid w:val="00877930"/>
    <w:rsid w:val="00883AFD"/>
    <w:rsid w:val="00884152"/>
    <w:rsid w:val="00884C63"/>
    <w:rsid w:val="00886DD2"/>
    <w:rsid w:val="00886EF2"/>
    <w:rsid w:val="00890245"/>
    <w:rsid w:val="0089243C"/>
    <w:rsid w:val="008937CE"/>
    <w:rsid w:val="00894C5D"/>
    <w:rsid w:val="008A0A78"/>
    <w:rsid w:val="008A2079"/>
    <w:rsid w:val="008A2955"/>
    <w:rsid w:val="008A3DC9"/>
    <w:rsid w:val="008A659D"/>
    <w:rsid w:val="008A684E"/>
    <w:rsid w:val="008A6FF7"/>
    <w:rsid w:val="008B2142"/>
    <w:rsid w:val="008B222C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947"/>
    <w:rsid w:val="008D7FF3"/>
    <w:rsid w:val="008E5C18"/>
    <w:rsid w:val="008F050D"/>
    <w:rsid w:val="008F123A"/>
    <w:rsid w:val="008F2771"/>
    <w:rsid w:val="008F49E6"/>
    <w:rsid w:val="008F6AF0"/>
    <w:rsid w:val="00902ADB"/>
    <w:rsid w:val="0090678F"/>
    <w:rsid w:val="0091034B"/>
    <w:rsid w:val="00912B2E"/>
    <w:rsid w:val="009136F9"/>
    <w:rsid w:val="00920AB1"/>
    <w:rsid w:val="00922130"/>
    <w:rsid w:val="00922EB1"/>
    <w:rsid w:val="0092348E"/>
    <w:rsid w:val="00924CC3"/>
    <w:rsid w:val="00930404"/>
    <w:rsid w:val="00930455"/>
    <w:rsid w:val="009306F1"/>
    <w:rsid w:val="0093289A"/>
    <w:rsid w:val="00933859"/>
    <w:rsid w:val="00933B73"/>
    <w:rsid w:val="009355AA"/>
    <w:rsid w:val="00935F66"/>
    <w:rsid w:val="00940581"/>
    <w:rsid w:val="00940B6A"/>
    <w:rsid w:val="009453B4"/>
    <w:rsid w:val="00945925"/>
    <w:rsid w:val="00946035"/>
    <w:rsid w:val="0094711B"/>
    <w:rsid w:val="00951932"/>
    <w:rsid w:val="00952391"/>
    <w:rsid w:val="00954A1D"/>
    <w:rsid w:val="00956A81"/>
    <w:rsid w:val="00960F9F"/>
    <w:rsid w:val="00961489"/>
    <w:rsid w:val="0096320D"/>
    <w:rsid w:val="00965391"/>
    <w:rsid w:val="0096625C"/>
    <w:rsid w:val="009664D8"/>
    <w:rsid w:val="00967609"/>
    <w:rsid w:val="009701C4"/>
    <w:rsid w:val="00975251"/>
    <w:rsid w:val="00976D7A"/>
    <w:rsid w:val="00980B5B"/>
    <w:rsid w:val="00985712"/>
    <w:rsid w:val="009863DA"/>
    <w:rsid w:val="00986694"/>
    <w:rsid w:val="00991958"/>
    <w:rsid w:val="00995096"/>
    <w:rsid w:val="009A270E"/>
    <w:rsid w:val="009A3213"/>
    <w:rsid w:val="009A3A01"/>
    <w:rsid w:val="009A6620"/>
    <w:rsid w:val="009A781B"/>
    <w:rsid w:val="009B50CA"/>
    <w:rsid w:val="009C166B"/>
    <w:rsid w:val="009C61B1"/>
    <w:rsid w:val="009C6934"/>
    <w:rsid w:val="009D1161"/>
    <w:rsid w:val="009D2997"/>
    <w:rsid w:val="009D356A"/>
    <w:rsid w:val="009D7EE4"/>
    <w:rsid w:val="009E4CC8"/>
    <w:rsid w:val="009E5CEC"/>
    <w:rsid w:val="009E6034"/>
    <w:rsid w:val="009F2AA6"/>
    <w:rsid w:val="009F46DC"/>
    <w:rsid w:val="009F78EA"/>
    <w:rsid w:val="009F79ED"/>
    <w:rsid w:val="00A003C8"/>
    <w:rsid w:val="00A00B54"/>
    <w:rsid w:val="00A01CC6"/>
    <w:rsid w:val="00A02458"/>
    <w:rsid w:val="00A04AC6"/>
    <w:rsid w:val="00A16A20"/>
    <w:rsid w:val="00A16DEF"/>
    <w:rsid w:val="00A22E0B"/>
    <w:rsid w:val="00A245A6"/>
    <w:rsid w:val="00A246F9"/>
    <w:rsid w:val="00A3507E"/>
    <w:rsid w:val="00A35D65"/>
    <w:rsid w:val="00A36006"/>
    <w:rsid w:val="00A4024D"/>
    <w:rsid w:val="00A42891"/>
    <w:rsid w:val="00A43358"/>
    <w:rsid w:val="00A43AC6"/>
    <w:rsid w:val="00A43D45"/>
    <w:rsid w:val="00A454F7"/>
    <w:rsid w:val="00A456C6"/>
    <w:rsid w:val="00A45D43"/>
    <w:rsid w:val="00A517D2"/>
    <w:rsid w:val="00A51A91"/>
    <w:rsid w:val="00A54A82"/>
    <w:rsid w:val="00A578C1"/>
    <w:rsid w:val="00A63038"/>
    <w:rsid w:val="00A653C3"/>
    <w:rsid w:val="00A6585A"/>
    <w:rsid w:val="00A66051"/>
    <w:rsid w:val="00A674B6"/>
    <w:rsid w:val="00A71B56"/>
    <w:rsid w:val="00A73CE0"/>
    <w:rsid w:val="00A74F91"/>
    <w:rsid w:val="00A77AC5"/>
    <w:rsid w:val="00A8701D"/>
    <w:rsid w:val="00A8725E"/>
    <w:rsid w:val="00A91714"/>
    <w:rsid w:val="00A93191"/>
    <w:rsid w:val="00A94270"/>
    <w:rsid w:val="00AA1248"/>
    <w:rsid w:val="00AA4361"/>
    <w:rsid w:val="00AA538A"/>
    <w:rsid w:val="00AA7A72"/>
    <w:rsid w:val="00AB02EF"/>
    <w:rsid w:val="00AB2122"/>
    <w:rsid w:val="00AB24DA"/>
    <w:rsid w:val="00AB2E11"/>
    <w:rsid w:val="00AB48F2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3DD4"/>
    <w:rsid w:val="00B04A61"/>
    <w:rsid w:val="00B063A9"/>
    <w:rsid w:val="00B100B6"/>
    <w:rsid w:val="00B12DD3"/>
    <w:rsid w:val="00B15388"/>
    <w:rsid w:val="00B1612F"/>
    <w:rsid w:val="00B200AD"/>
    <w:rsid w:val="00B2301D"/>
    <w:rsid w:val="00B23538"/>
    <w:rsid w:val="00B26A56"/>
    <w:rsid w:val="00B26F99"/>
    <w:rsid w:val="00B27047"/>
    <w:rsid w:val="00B27DF9"/>
    <w:rsid w:val="00B320C0"/>
    <w:rsid w:val="00B32CD2"/>
    <w:rsid w:val="00B3336A"/>
    <w:rsid w:val="00B344D8"/>
    <w:rsid w:val="00B34DB9"/>
    <w:rsid w:val="00B35B0A"/>
    <w:rsid w:val="00B35BA9"/>
    <w:rsid w:val="00B372B0"/>
    <w:rsid w:val="00B42F39"/>
    <w:rsid w:val="00B43413"/>
    <w:rsid w:val="00B4523E"/>
    <w:rsid w:val="00B4527A"/>
    <w:rsid w:val="00B50B3C"/>
    <w:rsid w:val="00B510B6"/>
    <w:rsid w:val="00B51B69"/>
    <w:rsid w:val="00B52790"/>
    <w:rsid w:val="00B5298D"/>
    <w:rsid w:val="00B56F01"/>
    <w:rsid w:val="00B6293A"/>
    <w:rsid w:val="00B631C9"/>
    <w:rsid w:val="00B66759"/>
    <w:rsid w:val="00B673F9"/>
    <w:rsid w:val="00B700F4"/>
    <w:rsid w:val="00B7040F"/>
    <w:rsid w:val="00B70978"/>
    <w:rsid w:val="00B70D59"/>
    <w:rsid w:val="00B73D40"/>
    <w:rsid w:val="00B74A29"/>
    <w:rsid w:val="00B74CC1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1E49"/>
    <w:rsid w:val="00BC337F"/>
    <w:rsid w:val="00BC67F6"/>
    <w:rsid w:val="00BC75EA"/>
    <w:rsid w:val="00BD141C"/>
    <w:rsid w:val="00BD3CDC"/>
    <w:rsid w:val="00BD5B80"/>
    <w:rsid w:val="00BE37AB"/>
    <w:rsid w:val="00BE3D28"/>
    <w:rsid w:val="00BE4F25"/>
    <w:rsid w:val="00BE5568"/>
    <w:rsid w:val="00BF168A"/>
    <w:rsid w:val="00BF192C"/>
    <w:rsid w:val="00BF1DFC"/>
    <w:rsid w:val="00BF3ECD"/>
    <w:rsid w:val="00BF58B5"/>
    <w:rsid w:val="00C00111"/>
    <w:rsid w:val="00C009AC"/>
    <w:rsid w:val="00C033CE"/>
    <w:rsid w:val="00C0379B"/>
    <w:rsid w:val="00C04746"/>
    <w:rsid w:val="00C07E5B"/>
    <w:rsid w:val="00C12903"/>
    <w:rsid w:val="00C1353E"/>
    <w:rsid w:val="00C166CF"/>
    <w:rsid w:val="00C17EA8"/>
    <w:rsid w:val="00C20ACB"/>
    <w:rsid w:val="00C21D84"/>
    <w:rsid w:val="00C232FE"/>
    <w:rsid w:val="00C25D08"/>
    <w:rsid w:val="00C2731F"/>
    <w:rsid w:val="00C33B1E"/>
    <w:rsid w:val="00C341D9"/>
    <w:rsid w:val="00C346E9"/>
    <w:rsid w:val="00C34C8C"/>
    <w:rsid w:val="00C40812"/>
    <w:rsid w:val="00C41744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4961"/>
    <w:rsid w:val="00C6537E"/>
    <w:rsid w:val="00C65432"/>
    <w:rsid w:val="00C66F73"/>
    <w:rsid w:val="00C67BDB"/>
    <w:rsid w:val="00C7322E"/>
    <w:rsid w:val="00C768A4"/>
    <w:rsid w:val="00C775EB"/>
    <w:rsid w:val="00C779D4"/>
    <w:rsid w:val="00C810BB"/>
    <w:rsid w:val="00C83861"/>
    <w:rsid w:val="00C84DD2"/>
    <w:rsid w:val="00C900A8"/>
    <w:rsid w:val="00C919A3"/>
    <w:rsid w:val="00C91FC9"/>
    <w:rsid w:val="00C92017"/>
    <w:rsid w:val="00C93D97"/>
    <w:rsid w:val="00C95854"/>
    <w:rsid w:val="00C95EEF"/>
    <w:rsid w:val="00CA0272"/>
    <w:rsid w:val="00CA1429"/>
    <w:rsid w:val="00CA1AC6"/>
    <w:rsid w:val="00CA24A4"/>
    <w:rsid w:val="00CA3F28"/>
    <w:rsid w:val="00CA5D80"/>
    <w:rsid w:val="00CA7962"/>
    <w:rsid w:val="00CA7DC8"/>
    <w:rsid w:val="00CB168F"/>
    <w:rsid w:val="00CB1BC3"/>
    <w:rsid w:val="00CB552E"/>
    <w:rsid w:val="00CB7977"/>
    <w:rsid w:val="00CC0E37"/>
    <w:rsid w:val="00CC1F7E"/>
    <w:rsid w:val="00CC3529"/>
    <w:rsid w:val="00CC38BF"/>
    <w:rsid w:val="00CC76BA"/>
    <w:rsid w:val="00CD0E85"/>
    <w:rsid w:val="00CD2359"/>
    <w:rsid w:val="00CD5303"/>
    <w:rsid w:val="00CE43AC"/>
    <w:rsid w:val="00CF01A2"/>
    <w:rsid w:val="00CF306E"/>
    <w:rsid w:val="00CF3D64"/>
    <w:rsid w:val="00CF58F3"/>
    <w:rsid w:val="00CF62AB"/>
    <w:rsid w:val="00CF78F6"/>
    <w:rsid w:val="00D01B55"/>
    <w:rsid w:val="00D02DCF"/>
    <w:rsid w:val="00D03449"/>
    <w:rsid w:val="00D03EAB"/>
    <w:rsid w:val="00D0480D"/>
    <w:rsid w:val="00D04D47"/>
    <w:rsid w:val="00D07FE5"/>
    <w:rsid w:val="00D106B1"/>
    <w:rsid w:val="00D10FCE"/>
    <w:rsid w:val="00D11DB4"/>
    <w:rsid w:val="00D12867"/>
    <w:rsid w:val="00D13127"/>
    <w:rsid w:val="00D131F3"/>
    <w:rsid w:val="00D20A7C"/>
    <w:rsid w:val="00D22D41"/>
    <w:rsid w:val="00D25538"/>
    <w:rsid w:val="00D26FC5"/>
    <w:rsid w:val="00D310BE"/>
    <w:rsid w:val="00D31B3A"/>
    <w:rsid w:val="00D35C3F"/>
    <w:rsid w:val="00D37CAE"/>
    <w:rsid w:val="00D43BB3"/>
    <w:rsid w:val="00D46B12"/>
    <w:rsid w:val="00D47385"/>
    <w:rsid w:val="00D517DB"/>
    <w:rsid w:val="00D51F30"/>
    <w:rsid w:val="00D52472"/>
    <w:rsid w:val="00D52C78"/>
    <w:rsid w:val="00D531C0"/>
    <w:rsid w:val="00D53D0B"/>
    <w:rsid w:val="00D55FA9"/>
    <w:rsid w:val="00D56EB4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7714C"/>
    <w:rsid w:val="00D801E4"/>
    <w:rsid w:val="00D80AE9"/>
    <w:rsid w:val="00D8194C"/>
    <w:rsid w:val="00D82F17"/>
    <w:rsid w:val="00D84C4E"/>
    <w:rsid w:val="00D85E60"/>
    <w:rsid w:val="00D85EE9"/>
    <w:rsid w:val="00D876A3"/>
    <w:rsid w:val="00D877B5"/>
    <w:rsid w:val="00D93F23"/>
    <w:rsid w:val="00D945E5"/>
    <w:rsid w:val="00D9635B"/>
    <w:rsid w:val="00DA25C0"/>
    <w:rsid w:val="00DA2702"/>
    <w:rsid w:val="00DA39EA"/>
    <w:rsid w:val="00DA442E"/>
    <w:rsid w:val="00DA72FB"/>
    <w:rsid w:val="00DA7D43"/>
    <w:rsid w:val="00DB087E"/>
    <w:rsid w:val="00DB44AB"/>
    <w:rsid w:val="00DB44E4"/>
    <w:rsid w:val="00DB68A9"/>
    <w:rsid w:val="00DB743C"/>
    <w:rsid w:val="00DC07FF"/>
    <w:rsid w:val="00DC1B98"/>
    <w:rsid w:val="00DC4139"/>
    <w:rsid w:val="00DC41AA"/>
    <w:rsid w:val="00DC5D52"/>
    <w:rsid w:val="00DC683C"/>
    <w:rsid w:val="00DC765A"/>
    <w:rsid w:val="00DC7A69"/>
    <w:rsid w:val="00DC7D53"/>
    <w:rsid w:val="00DD1DAC"/>
    <w:rsid w:val="00DD54FF"/>
    <w:rsid w:val="00DD56CD"/>
    <w:rsid w:val="00DD65ED"/>
    <w:rsid w:val="00DD68ED"/>
    <w:rsid w:val="00DE02AB"/>
    <w:rsid w:val="00DE1C55"/>
    <w:rsid w:val="00DE1F9A"/>
    <w:rsid w:val="00DE21A8"/>
    <w:rsid w:val="00DE5303"/>
    <w:rsid w:val="00DE68E1"/>
    <w:rsid w:val="00DE71BB"/>
    <w:rsid w:val="00DF261E"/>
    <w:rsid w:val="00DF2A4E"/>
    <w:rsid w:val="00DF3B36"/>
    <w:rsid w:val="00E122C8"/>
    <w:rsid w:val="00E1496B"/>
    <w:rsid w:val="00E2077F"/>
    <w:rsid w:val="00E238B7"/>
    <w:rsid w:val="00E24254"/>
    <w:rsid w:val="00E242C1"/>
    <w:rsid w:val="00E246F1"/>
    <w:rsid w:val="00E2638B"/>
    <w:rsid w:val="00E3282A"/>
    <w:rsid w:val="00E32DE2"/>
    <w:rsid w:val="00E345E1"/>
    <w:rsid w:val="00E37B54"/>
    <w:rsid w:val="00E413E8"/>
    <w:rsid w:val="00E42106"/>
    <w:rsid w:val="00E445DC"/>
    <w:rsid w:val="00E4501C"/>
    <w:rsid w:val="00E452FE"/>
    <w:rsid w:val="00E46E5B"/>
    <w:rsid w:val="00E51C56"/>
    <w:rsid w:val="00E533C2"/>
    <w:rsid w:val="00E5462C"/>
    <w:rsid w:val="00E60255"/>
    <w:rsid w:val="00E6137F"/>
    <w:rsid w:val="00E613A1"/>
    <w:rsid w:val="00E626EC"/>
    <w:rsid w:val="00E64E71"/>
    <w:rsid w:val="00E65F8D"/>
    <w:rsid w:val="00E66B6B"/>
    <w:rsid w:val="00E66BA4"/>
    <w:rsid w:val="00E6783D"/>
    <w:rsid w:val="00E70013"/>
    <w:rsid w:val="00E71707"/>
    <w:rsid w:val="00E80BD8"/>
    <w:rsid w:val="00E828DA"/>
    <w:rsid w:val="00E82961"/>
    <w:rsid w:val="00E83A75"/>
    <w:rsid w:val="00E85460"/>
    <w:rsid w:val="00E87527"/>
    <w:rsid w:val="00E87C79"/>
    <w:rsid w:val="00E9013B"/>
    <w:rsid w:val="00E90B61"/>
    <w:rsid w:val="00E9339F"/>
    <w:rsid w:val="00E9623B"/>
    <w:rsid w:val="00E97B41"/>
    <w:rsid w:val="00EA088C"/>
    <w:rsid w:val="00EA3DFA"/>
    <w:rsid w:val="00EA6248"/>
    <w:rsid w:val="00EA77E8"/>
    <w:rsid w:val="00EB41F9"/>
    <w:rsid w:val="00EB645F"/>
    <w:rsid w:val="00EC07DA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2C4D"/>
    <w:rsid w:val="00EE3248"/>
    <w:rsid w:val="00EE3C18"/>
    <w:rsid w:val="00EE49A0"/>
    <w:rsid w:val="00EE4A60"/>
    <w:rsid w:val="00EE4A9E"/>
    <w:rsid w:val="00EE5BA8"/>
    <w:rsid w:val="00EE5EBB"/>
    <w:rsid w:val="00EF11A0"/>
    <w:rsid w:val="00EF220A"/>
    <w:rsid w:val="00EF4886"/>
    <w:rsid w:val="00EF59FC"/>
    <w:rsid w:val="00F008DD"/>
    <w:rsid w:val="00F0217D"/>
    <w:rsid w:val="00F0445C"/>
    <w:rsid w:val="00F057F3"/>
    <w:rsid w:val="00F12660"/>
    <w:rsid w:val="00F129B3"/>
    <w:rsid w:val="00F142BA"/>
    <w:rsid w:val="00F1627B"/>
    <w:rsid w:val="00F207AC"/>
    <w:rsid w:val="00F216B5"/>
    <w:rsid w:val="00F33DBB"/>
    <w:rsid w:val="00F3525F"/>
    <w:rsid w:val="00F37235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474"/>
    <w:rsid w:val="00F64893"/>
    <w:rsid w:val="00F6493F"/>
    <w:rsid w:val="00F64EA3"/>
    <w:rsid w:val="00F658DB"/>
    <w:rsid w:val="00F700FF"/>
    <w:rsid w:val="00F70ECB"/>
    <w:rsid w:val="00F712E9"/>
    <w:rsid w:val="00F71D29"/>
    <w:rsid w:val="00F73CE5"/>
    <w:rsid w:val="00F7578C"/>
    <w:rsid w:val="00F76708"/>
    <w:rsid w:val="00F76B0B"/>
    <w:rsid w:val="00F778B9"/>
    <w:rsid w:val="00F77E06"/>
    <w:rsid w:val="00F8158B"/>
    <w:rsid w:val="00F825BC"/>
    <w:rsid w:val="00F83114"/>
    <w:rsid w:val="00F83B69"/>
    <w:rsid w:val="00F91BE3"/>
    <w:rsid w:val="00F93F16"/>
    <w:rsid w:val="00F9641B"/>
    <w:rsid w:val="00F97940"/>
    <w:rsid w:val="00FA0DED"/>
    <w:rsid w:val="00FB1ADE"/>
    <w:rsid w:val="00FB28F9"/>
    <w:rsid w:val="00FB3C14"/>
    <w:rsid w:val="00FB6342"/>
    <w:rsid w:val="00FB66E8"/>
    <w:rsid w:val="00FB6EEC"/>
    <w:rsid w:val="00FB7B92"/>
    <w:rsid w:val="00FC0023"/>
    <w:rsid w:val="00FC0832"/>
    <w:rsid w:val="00FC2325"/>
    <w:rsid w:val="00FC29DB"/>
    <w:rsid w:val="00FC4186"/>
    <w:rsid w:val="00FC6A1B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0FF684A"/>
    <w:rsid w:val="00FF6DC2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CC93E1F"/>
  <w15:docId w15:val="{E43B0112-8421-464B-BCD4-523D3995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styleId="Menzionenonrisolta">
    <w:name w:val="Unresolved Mention"/>
    <w:basedOn w:val="Carpredefinitoparagrafo"/>
    <w:uiPriority w:val="99"/>
    <w:semiHidden/>
    <w:unhideWhenUsed/>
    <w:rsid w:val="0049049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9B50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B50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B50CA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B50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B50CA"/>
    <w:rPr>
      <w:rFonts w:ascii="Calibri" w:hAnsi="Calibri"/>
      <w:b/>
      <w:bCs/>
      <w:lang w:eastAsia="en-US"/>
    </w:rPr>
  </w:style>
  <w:style w:type="character" w:customStyle="1" w:styleId="CollegamentoInternet">
    <w:name w:val="Collegamento Internet"/>
    <w:rsid w:val="002D2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r.marche@ficr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irezione-marche@istruzione.it" TargetMode="External"/><Relationship Id="rId2" Type="http://schemas.openxmlformats.org/officeDocument/2006/relationships/hyperlink" Target="file:///D:\Users\mim2671\AppData\Local\drma@postacert.istruzione.it" TargetMode="External"/><Relationship Id="rId1" Type="http://schemas.openxmlformats.org/officeDocument/2006/relationships/hyperlink" Target="mailto:edifisicamarche@istruzione.it" TargetMode="External"/><Relationship Id="rId4" Type="http://schemas.openxmlformats.org/officeDocument/2006/relationships/hyperlink" Target="http://www.marche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079A1-F05B-4279-82AE-FE4CEAD814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3</TotalTime>
  <Pages>1</Pages>
  <Words>179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6</cp:revision>
  <cp:lastPrinted>2020-01-14T18:33:00Z</cp:lastPrinted>
  <dcterms:created xsi:type="dcterms:W3CDTF">2022-01-17T14:21:00Z</dcterms:created>
  <dcterms:modified xsi:type="dcterms:W3CDTF">2022-01-17T14:27:00Z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